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E94B6" w14:textId="77777777" w:rsidR="00BF5A5E" w:rsidRPr="0010635D" w:rsidRDefault="00BF5A5E" w:rsidP="00BF5A5E">
      <w:pPr>
        <w:jc w:val="center"/>
        <w:rPr>
          <w:rFonts w:ascii="Garamond" w:hAnsi="Garamond"/>
          <w:b/>
          <w:sz w:val="40"/>
          <w:szCs w:val="48"/>
        </w:rPr>
      </w:pPr>
      <w:r>
        <w:rPr>
          <w:rFonts w:ascii="Garamond" w:hAnsi="Garamond"/>
          <w:b/>
          <w:sz w:val="40"/>
          <w:szCs w:val="48"/>
        </w:rPr>
        <w:t xml:space="preserve">The </w:t>
      </w:r>
      <w:proofErr w:type="spellStart"/>
      <w:r>
        <w:rPr>
          <w:rFonts w:ascii="Garamond" w:hAnsi="Garamond"/>
          <w:b/>
          <w:sz w:val="40"/>
          <w:szCs w:val="48"/>
        </w:rPr>
        <w:t>Wellerman</w:t>
      </w:r>
      <w:proofErr w:type="spellEnd"/>
      <w:r>
        <w:rPr>
          <w:rFonts w:ascii="Garamond" w:hAnsi="Garamond"/>
          <w:b/>
          <w:sz w:val="40"/>
          <w:szCs w:val="48"/>
        </w:rPr>
        <w:t xml:space="preserve"> Come </w:t>
      </w:r>
    </w:p>
    <w:p w14:paraId="131E29E4" w14:textId="77777777" w:rsidR="00BF5A5E" w:rsidRDefault="00BF5A5E"/>
    <w:p w14:paraId="4E459629" w14:textId="77777777" w:rsidR="00BF5A5E" w:rsidRDefault="00BF5A5E"/>
    <w:p w14:paraId="14A02AA0" w14:textId="0739C4F5" w:rsidR="00E35AEC" w:rsidRDefault="00946F6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19A653" wp14:editId="16654B0E">
                <wp:simplePos x="0" y="0"/>
                <wp:positionH relativeFrom="column">
                  <wp:posOffset>3208597</wp:posOffset>
                </wp:positionH>
                <wp:positionV relativeFrom="paragraph">
                  <wp:posOffset>2936240</wp:posOffset>
                </wp:positionV>
                <wp:extent cx="3022810" cy="2350235"/>
                <wp:effectExtent l="0" t="0" r="12700" b="12065"/>
                <wp:wrapNone/>
                <wp:docPr id="1771599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810" cy="2350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BE86F0" w14:textId="77777777" w:rsidR="00F322D6" w:rsidRPr="00946F63" w:rsidRDefault="00F322D6" w:rsidP="00F322D6">
                            <w:pPr>
                              <w:rPr>
                                <w:rFonts w:ascii="Constantia" w:hAnsi="Constantia"/>
                              </w:rPr>
                            </w:pPr>
                          </w:p>
                          <w:p w14:paraId="5B4600C6" w14:textId="6B98E658" w:rsidR="00CE2344" w:rsidRPr="00946F63" w:rsidRDefault="00CE2344" w:rsidP="00CE2344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46F63">
                              <w:rPr>
                                <w:rFonts w:ascii="Constantia" w:hAnsi="Constantia"/>
                                <w:b/>
                                <w:bCs/>
                                <w:sz w:val="28"/>
                                <w:szCs w:val="28"/>
                              </w:rPr>
                              <w:t>Chord Progression</w:t>
                            </w:r>
                          </w:p>
                          <w:p w14:paraId="74253662" w14:textId="77777777" w:rsidR="00E35AEC" w:rsidRPr="00946F63" w:rsidRDefault="00E35AEC">
                            <w:pPr>
                              <w:rPr>
                                <w:rFonts w:ascii="Constantia" w:hAnsi="Constantia"/>
                                <w:b/>
                                <w:bCs/>
                              </w:rPr>
                            </w:pPr>
                          </w:p>
                          <w:p w14:paraId="7C7CAF39" w14:textId="54A25F0C" w:rsidR="00D263E2" w:rsidRPr="00946F63" w:rsidRDefault="00D263E2">
                            <w:pPr>
                              <w:rPr>
                                <w:rFonts w:ascii="Constantia" w:hAnsi="Constantia"/>
                                <w:b/>
                                <w:bCs/>
                              </w:rPr>
                            </w:pPr>
                            <w:r w:rsidRPr="00946F63">
                              <w:rPr>
                                <w:rFonts w:ascii="Constantia" w:hAnsi="Constantia"/>
                                <w:b/>
                                <w:bCs/>
                              </w:rPr>
                              <w:t>Verse</w:t>
                            </w:r>
                          </w:p>
                          <w:p w14:paraId="371A1D76" w14:textId="49A2D205" w:rsidR="00D263E2" w:rsidRPr="00946F63" w:rsidRDefault="00D263E2">
                            <w:pPr>
                              <w:rPr>
                                <w:rFonts w:ascii="Constantia" w:hAnsi="Constantia"/>
                              </w:rPr>
                            </w:pPr>
                            <w:r w:rsidRPr="00946F63">
                              <w:rPr>
                                <w:rFonts w:ascii="Constantia" w:hAnsi="Constantia"/>
                              </w:rPr>
                              <w:t>Am \ \ \ | Dm \ Am \ |</w:t>
                            </w:r>
                          </w:p>
                          <w:p w14:paraId="25F2C99F" w14:textId="062432C9" w:rsidR="00D263E2" w:rsidRPr="00946F63" w:rsidRDefault="00D263E2">
                            <w:pPr>
                              <w:rPr>
                                <w:rFonts w:ascii="Constantia" w:hAnsi="Constantia"/>
                              </w:rPr>
                            </w:pPr>
                            <w:r w:rsidRPr="00946F63">
                              <w:rPr>
                                <w:rFonts w:ascii="Constantia" w:hAnsi="Constantia"/>
                              </w:rPr>
                              <w:t xml:space="preserve">Am \ \ \ | </w:t>
                            </w:r>
                            <w:proofErr w:type="gramStart"/>
                            <w:r w:rsidRPr="00946F63">
                              <w:rPr>
                                <w:rFonts w:ascii="Constantia" w:hAnsi="Constantia"/>
                              </w:rPr>
                              <w:t>E  \</w:t>
                            </w:r>
                            <w:proofErr w:type="gramEnd"/>
                            <w:r w:rsidRPr="00946F63">
                              <w:rPr>
                                <w:rFonts w:ascii="Constantia" w:hAnsi="Constantia"/>
                              </w:rPr>
                              <w:t xml:space="preserve">  Am \ |</w:t>
                            </w:r>
                          </w:p>
                          <w:p w14:paraId="188CD36B" w14:textId="77777777" w:rsidR="00D263E2" w:rsidRPr="00946F63" w:rsidRDefault="00D263E2">
                            <w:pPr>
                              <w:rPr>
                                <w:rFonts w:ascii="Constantia" w:hAnsi="Constantia"/>
                              </w:rPr>
                            </w:pPr>
                          </w:p>
                          <w:p w14:paraId="65634CA3" w14:textId="1F35B5CA" w:rsidR="00D263E2" w:rsidRPr="00946F63" w:rsidRDefault="00D263E2">
                            <w:pPr>
                              <w:rPr>
                                <w:rFonts w:ascii="Constantia" w:hAnsi="Constantia"/>
                                <w:b/>
                                <w:bCs/>
                              </w:rPr>
                            </w:pPr>
                            <w:r w:rsidRPr="00946F63">
                              <w:rPr>
                                <w:rFonts w:ascii="Constantia" w:hAnsi="Constantia"/>
                                <w:b/>
                                <w:bCs/>
                              </w:rPr>
                              <w:t>Chorus</w:t>
                            </w:r>
                          </w:p>
                          <w:p w14:paraId="10851AA5" w14:textId="180D8439" w:rsidR="00D263E2" w:rsidRPr="00946F63" w:rsidRDefault="00D263E2">
                            <w:pPr>
                              <w:rPr>
                                <w:rFonts w:ascii="Constantia" w:hAnsi="Constantia"/>
                              </w:rPr>
                            </w:pPr>
                            <w:r w:rsidRPr="00946F63">
                              <w:rPr>
                                <w:rFonts w:ascii="Constantia" w:hAnsi="Constantia"/>
                              </w:rPr>
                              <w:t>F \ C \ | Dm \ Am \ |</w:t>
                            </w:r>
                          </w:p>
                          <w:p w14:paraId="47A52DCD" w14:textId="71CF961B" w:rsidR="00F322D6" w:rsidRDefault="00D263E2">
                            <w:r w:rsidRPr="00946F63">
                              <w:rPr>
                                <w:rFonts w:ascii="Constantia" w:hAnsi="Constantia"/>
                              </w:rPr>
                              <w:t>F \ C \ | E   \   Am \ 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9A6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.65pt;margin-top:231.2pt;width:238pt;height:18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" fillcolor="white [3201]" strokeweight=".5pt">
                <v:textbox>
                  <w:txbxContent>
                    <w:p w14:paraId="43BE86F0" w14:textId="77777777" w:rsidR="00F322D6" w:rsidRPr="00946F63" w:rsidRDefault="00F322D6" w:rsidP="00F322D6">
                      <w:pPr>
                        <w:rPr>
                          <w:rFonts w:ascii="Constantia" w:hAnsi="Constantia"/>
                        </w:rPr>
                      </w:pPr>
                    </w:p>
                    <w:p w14:paraId="5B4600C6" w14:textId="6B98E658" w:rsidR="00CE2344" w:rsidRPr="00946F63" w:rsidRDefault="00CE2344" w:rsidP="00CE2344">
                      <w:pPr>
                        <w:jc w:val="center"/>
                        <w:rPr>
                          <w:rFonts w:ascii="Constantia" w:hAnsi="Constantia"/>
                          <w:b/>
                          <w:bCs/>
                          <w:sz w:val="28"/>
                          <w:szCs w:val="28"/>
                        </w:rPr>
                      </w:pPr>
                      <w:r w:rsidRPr="00946F63">
                        <w:rPr>
                          <w:rFonts w:ascii="Constantia" w:hAnsi="Constantia"/>
                          <w:b/>
                          <w:bCs/>
                          <w:sz w:val="28"/>
                          <w:szCs w:val="28"/>
                        </w:rPr>
                        <w:t>Chord Progression</w:t>
                      </w:r>
                    </w:p>
                    <w:p w14:paraId="74253662" w14:textId="77777777" w:rsidR="00E35AEC" w:rsidRPr="00946F63" w:rsidRDefault="00E35AEC">
                      <w:pPr>
                        <w:rPr>
                          <w:rFonts w:ascii="Constantia" w:hAnsi="Constantia"/>
                          <w:b/>
                          <w:bCs/>
                        </w:rPr>
                      </w:pPr>
                    </w:p>
                    <w:p w14:paraId="7C7CAF39" w14:textId="54A25F0C" w:rsidR="00D263E2" w:rsidRPr="00946F63" w:rsidRDefault="00D263E2">
                      <w:pPr>
                        <w:rPr>
                          <w:rFonts w:ascii="Constantia" w:hAnsi="Constantia"/>
                          <w:b/>
                          <w:bCs/>
                        </w:rPr>
                      </w:pPr>
                      <w:r w:rsidRPr="00946F63">
                        <w:rPr>
                          <w:rFonts w:ascii="Constantia" w:hAnsi="Constantia"/>
                          <w:b/>
                          <w:bCs/>
                        </w:rPr>
                        <w:t>Verse</w:t>
                      </w:r>
                    </w:p>
                    <w:p w14:paraId="371A1D76" w14:textId="49A2D205" w:rsidR="00D263E2" w:rsidRPr="00946F63" w:rsidRDefault="00D263E2">
                      <w:pPr>
                        <w:rPr>
                          <w:rFonts w:ascii="Constantia" w:hAnsi="Constantia"/>
                        </w:rPr>
                      </w:pPr>
                      <w:r w:rsidRPr="00946F63">
                        <w:rPr>
                          <w:rFonts w:ascii="Constantia" w:hAnsi="Constantia"/>
                        </w:rPr>
                        <w:t>Am \ \ \ | Dm \ Am \ |</w:t>
                      </w:r>
                    </w:p>
                    <w:p w14:paraId="25F2C99F" w14:textId="062432C9" w:rsidR="00D263E2" w:rsidRPr="00946F63" w:rsidRDefault="00D263E2">
                      <w:pPr>
                        <w:rPr>
                          <w:rFonts w:ascii="Constantia" w:hAnsi="Constantia"/>
                        </w:rPr>
                      </w:pPr>
                      <w:r w:rsidRPr="00946F63">
                        <w:rPr>
                          <w:rFonts w:ascii="Constantia" w:hAnsi="Constantia"/>
                        </w:rPr>
                        <w:t xml:space="preserve">Am \ \ \ | </w:t>
                      </w:r>
                      <w:proofErr w:type="gramStart"/>
                      <w:r w:rsidRPr="00946F63">
                        <w:rPr>
                          <w:rFonts w:ascii="Constantia" w:hAnsi="Constantia"/>
                        </w:rPr>
                        <w:t>E  \</w:t>
                      </w:r>
                      <w:proofErr w:type="gramEnd"/>
                      <w:r w:rsidRPr="00946F63">
                        <w:rPr>
                          <w:rFonts w:ascii="Constantia" w:hAnsi="Constantia"/>
                        </w:rPr>
                        <w:t xml:space="preserve">  Am \ |</w:t>
                      </w:r>
                    </w:p>
                    <w:p w14:paraId="188CD36B" w14:textId="77777777" w:rsidR="00D263E2" w:rsidRPr="00946F63" w:rsidRDefault="00D263E2">
                      <w:pPr>
                        <w:rPr>
                          <w:rFonts w:ascii="Constantia" w:hAnsi="Constantia"/>
                        </w:rPr>
                      </w:pPr>
                    </w:p>
                    <w:p w14:paraId="65634CA3" w14:textId="1F35B5CA" w:rsidR="00D263E2" w:rsidRPr="00946F63" w:rsidRDefault="00D263E2">
                      <w:pPr>
                        <w:rPr>
                          <w:rFonts w:ascii="Constantia" w:hAnsi="Constantia"/>
                          <w:b/>
                          <w:bCs/>
                        </w:rPr>
                      </w:pPr>
                      <w:r w:rsidRPr="00946F63">
                        <w:rPr>
                          <w:rFonts w:ascii="Constantia" w:hAnsi="Constantia"/>
                          <w:b/>
                          <w:bCs/>
                        </w:rPr>
                        <w:t>Chorus</w:t>
                      </w:r>
                    </w:p>
                    <w:p w14:paraId="10851AA5" w14:textId="180D8439" w:rsidR="00D263E2" w:rsidRPr="00946F63" w:rsidRDefault="00D263E2">
                      <w:pPr>
                        <w:rPr>
                          <w:rFonts w:ascii="Constantia" w:hAnsi="Constantia"/>
                        </w:rPr>
                      </w:pPr>
                      <w:r w:rsidRPr="00946F63">
                        <w:rPr>
                          <w:rFonts w:ascii="Constantia" w:hAnsi="Constantia"/>
                        </w:rPr>
                        <w:t>F \ C \ | Dm \ Am \ |</w:t>
                      </w:r>
                    </w:p>
                    <w:p w14:paraId="47A52DCD" w14:textId="71CF961B" w:rsidR="00F322D6" w:rsidRDefault="00D263E2">
                      <w:r w:rsidRPr="00946F63">
                        <w:rPr>
                          <w:rFonts w:ascii="Constantia" w:hAnsi="Constantia"/>
                        </w:rPr>
                        <w:t>F \ C \ | E   \   Am \ |</w:t>
                      </w:r>
                    </w:p>
                  </w:txbxContent>
                </v:textbox>
              </v:shape>
            </w:pict>
          </mc:Fallback>
        </mc:AlternateContent>
      </w:r>
      <w:r w:rsidR="00E35AE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C7772" wp14:editId="31FBF7C7">
                <wp:simplePos x="0" y="0"/>
                <wp:positionH relativeFrom="column">
                  <wp:posOffset>3033762</wp:posOffset>
                </wp:positionH>
                <wp:positionV relativeFrom="paragraph">
                  <wp:posOffset>20498</wp:posOffset>
                </wp:positionV>
                <wp:extent cx="3326015" cy="2372360"/>
                <wp:effectExtent l="0" t="0" r="1905" b="2540"/>
                <wp:wrapNone/>
                <wp:docPr id="160820829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6015" cy="2372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8FA3DE" w14:textId="147E312E" w:rsidR="00D263E2" w:rsidRDefault="00D263E2">
                            <w:r w:rsidRPr="00C918F9">
                              <w:rPr>
                                <w:noProof/>
                              </w:rPr>
                              <w:drawing>
                                <wp:inline distT="0" distB="0" distL="0" distR="0" wp14:anchorId="48315F6B" wp14:editId="185D76C7">
                                  <wp:extent cx="3234810" cy="2213610"/>
                                  <wp:effectExtent l="0" t="0" r="3810" b="0"/>
                                  <wp:docPr id="7" name="Picture 6" descr="A chart of a ukulele chord&#10;&#10;Description automatically generated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3E361AFB-2C6C-2894-0911-C2409FFFEDE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6" descr="A chart of a ukulele chord&#10;&#10;Description automatically generated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3E361AFB-2C6C-2894-0911-C2409FFFEDE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89892" cy="225130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C7772" id="Text Box 1" o:spid="_x0000_s1027" type="#_x0000_t202" style="position:absolute;margin-left:238.9pt;margin-top:1.6pt;width:261.9pt;height:18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" fillcolor="white [3201]" stroked="f" strokeweight=".5pt">
                <v:textbox>
                  <w:txbxContent>
                    <w:p w14:paraId="198FA3DE" w14:textId="147E312E" w:rsidR="00D263E2" w:rsidRDefault="00D263E2">
                      <w:r w:rsidRPr="00C918F9">
                        <w:drawing>
                          <wp:inline distT="0" distB="0" distL="0" distR="0" wp14:anchorId="48315F6B" wp14:editId="185D76C7">
                            <wp:extent cx="3234810" cy="2213610"/>
                            <wp:effectExtent l="0" t="0" r="3810" b="0"/>
                            <wp:docPr id="7" name="Picture 6" descr="A chart of a ukulele chord&#10;&#10;Description automatically generated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3E361AFB-2C6C-2894-0911-C2409FFFEDE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6" descr="A chart of a ukulele chord&#10;&#10;Description automatically generated">
                                      <a:extLst>
                                        <a:ext uri="{FF2B5EF4-FFF2-40B4-BE49-F238E27FC236}">
                                          <a16:creationId xmlns:a16="http://schemas.microsoft.com/office/drawing/2014/main" id="{3E361AFB-2C6C-2894-0911-C2409FFFEDE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89892" cy="225130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918F9" w:rsidRPr="00C918F9">
        <w:rPr>
          <w:noProof/>
        </w:rPr>
        <w:drawing>
          <wp:inline distT="0" distB="0" distL="0" distR="0" wp14:anchorId="43CEC5E4" wp14:editId="4F0F9F58">
            <wp:extent cx="3036485" cy="7836635"/>
            <wp:effectExtent l="0" t="0" r="0" b="0"/>
            <wp:docPr id="5" name="Content Placeholder 4" descr="A sheet of song with text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ABD12E48-550D-5D7E-EC4D-C53628D2B84C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A sheet of song with text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ABD12E48-550D-5D7E-EC4D-C53628D2B84C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5947" cy="788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3E2">
        <w:t xml:space="preserve">    </w:t>
      </w:r>
    </w:p>
    <w:p w14:paraId="2ED0E52A" w14:textId="77777777" w:rsidR="00E35AEC" w:rsidRDefault="00E35AEC"/>
    <w:p w14:paraId="1B30D5F1" w14:textId="77777777" w:rsidR="00E35AEC" w:rsidRDefault="00E35AEC"/>
    <w:p w14:paraId="0F7E84A7" w14:textId="77777777" w:rsidR="00E35AEC" w:rsidRDefault="00E35AEC"/>
    <w:p w14:paraId="1B229576" w14:textId="69F649EA" w:rsidR="00E35AEC" w:rsidRDefault="00E35AEC"/>
    <w:p w14:paraId="74527B5D" w14:textId="70377F12" w:rsidR="00946F63" w:rsidRPr="0010635D" w:rsidRDefault="00946F63" w:rsidP="00946F63">
      <w:pPr>
        <w:jc w:val="center"/>
        <w:rPr>
          <w:rFonts w:ascii="Garamond" w:hAnsi="Garamond"/>
          <w:b/>
          <w:sz w:val="40"/>
          <w:szCs w:val="48"/>
        </w:rPr>
      </w:pPr>
      <w:r>
        <w:rPr>
          <w:rFonts w:ascii="Garamond" w:hAnsi="Garamond"/>
          <w:b/>
          <w:sz w:val="40"/>
          <w:szCs w:val="48"/>
        </w:rPr>
        <w:lastRenderedPageBreak/>
        <w:t xml:space="preserve">The </w:t>
      </w:r>
      <w:proofErr w:type="spellStart"/>
      <w:r>
        <w:rPr>
          <w:rFonts w:ascii="Garamond" w:hAnsi="Garamond"/>
          <w:b/>
          <w:sz w:val="40"/>
          <w:szCs w:val="48"/>
        </w:rPr>
        <w:t>Wellerman</w:t>
      </w:r>
      <w:proofErr w:type="spellEnd"/>
      <w:r>
        <w:rPr>
          <w:rFonts w:ascii="Garamond" w:hAnsi="Garamond"/>
          <w:b/>
          <w:sz w:val="40"/>
          <w:szCs w:val="48"/>
        </w:rPr>
        <w:t xml:space="preserve"> </w:t>
      </w:r>
      <w:r w:rsidR="00EA050E">
        <w:rPr>
          <w:rFonts w:ascii="Garamond" w:hAnsi="Garamond"/>
          <w:b/>
          <w:sz w:val="40"/>
          <w:szCs w:val="48"/>
        </w:rPr>
        <w:t xml:space="preserve">Come </w:t>
      </w:r>
    </w:p>
    <w:p w14:paraId="1B538298" w14:textId="77777777" w:rsidR="00946F63" w:rsidRPr="0010635D" w:rsidRDefault="00946F63" w:rsidP="00946F63">
      <w:pPr>
        <w:jc w:val="center"/>
        <w:rPr>
          <w:rFonts w:ascii="Garamond" w:hAnsi="Garamond"/>
          <w:szCs w:val="48"/>
        </w:rPr>
      </w:pPr>
      <w:r w:rsidRPr="0010635D">
        <w:rPr>
          <w:rFonts w:ascii="Garamond" w:hAnsi="Garamond"/>
          <w:szCs w:val="48"/>
        </w:rPr>
        <w:t>Comparison of two versions</w:t>
      </w:r>
    </w:p>
    <w:p w14:paraId="6DC5B298" w14:textId="77777777" w:rsidR="00946F63" w:rsidRPr="00F4795D" w:rsidRDefault="00946F63" w:rsidP="00946F6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3682"/>
        <w:gridCol w:w="3682"/>
      </w:tblGrid>
      <w:tr w:rsidR="00946F63" w:rsidRPr="007108DD" w14:paraId="0CA5B779" w14:textId="77777777" w:rsidTr="00AA14B7">
        <w:trPr>
          <w:trHeight w:val="705"/>
        </w:trPr>
        <w:tc>
          <w:tcPr>
            <w:tcW w:w="226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46165F5" w14:textId="77777777" w:rsidR="00946F63" w:rsidRPr="0010635D" w:rsidRDefault="00946F63" w:rsidP="00AA14B7">
            <w:pPr>
              <w:jc w:val="center"/>
              <w:rPr>
                <w:rFonts w:ascii="Garamond" w:hAnsi="Garamond"/>
                <w:b/>
                <w:sz w:val="40"/>
                <w:szCs w:val="48"/>
              </w:rPr>
            </w:pPr>
          </w:p>
        </w:tc>
        <w:tc>
          <w:tcPr>
            <w:tcW w:w="3780" w:type="dxa"/>
            <w:tcBorders>
              <w:right w:val="double" w:sz="4" w:space="0" w:color="auto"/>
            </w:tcBorders>
            <w:shd w:val="clear" w:color="auto" w:fill="D9D9D9"/>
          </w:tcPr>
          <w:p w14:paraId="19510F31" w14:textId="77777777" w:rsidR="00946F63" w:rsidRDefault="00946F63" w:rsidP="00AA14B7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10635D">
              <w:rPr>
                <w:rFonts w:ascii="Garamond" w:hAnsi="Garamond"/>
                <w:b/>
                <w:sz w:val="32"/>
                <w:szCs w:val="32"/>
              </w:rPr>
              <w:t>Version 1</w:t>
            </w:r>
          </w:p>
          <w:p w14:paraId="379141D8" w14:textId="7468EA8E" w:rsidR="00EA050E" w:rsidRPr="00EA050E" w:rsidRDefault="00EA050E" w:rsidP="00AA14B7">
            <w:pPr>
              <w:jc w:val="center"/>
              <w:rPr>
                <w:rFonts w:ascii="Garamond" w:hAnsi="Garamond"/>
                <w:bCs/>
                <w:sz w:val="32"/>
                <w:szCs w:val="32"/>
              </w:rPr>
            </w:pPr>
            <w:r>
              <w:rPr>
                <w:rFonts w:ascii="Garamond" w:hAnsi="Garamond"/>
                <w:bCs/>
                <w:sz w:val="28"/>
                <w:szCs w:val="28"/>
              </w:rPr>
              <w:t xml:space="preserve">Artist: </w:t>
            </w:r>
            <w:r w:rsidRPr="00EA050E">
              <w:rPr>
                <w:rFonts w:ascii="Garamond" w:hAnsi="Garamond"/>
                <w:bCs/>
                <w:sz w:val="28"/>
                <w:szCs w:val="28"/>
              </w:rPr>
              <w:t>Nathan Evans</w:t>
            </w:r>
          </w:p>
        </w:tc>
        <w:tc>
          <w:tcPr>
            <w:tcW w:w="3780" w:type="dxa"/>
            <w:tcBorders>
              <w:left w:val="double" w:sz="4" w:space="0" w:color="auto"/>
            </w:tcBorders>
            <w:shd w:val="clear" w:color="auto" w:fill="D9D9D9"/>
          </w:tcPr>
          <w:p w14:paraId="7B429F17" w14:textId="77777777" w:rsidR="00946F63" w:rsidRDefault="00946F63" w:rsidP="00AA14B7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10635D">
              <w:rPr>
                <w:rFonts w:ascii="Garamond" w:hAnsi="Garamond"/>
                <w:b/>
                <w:sz w:val="32"/>
                <w:szCs w:val="32"/>
              </w:rPr>
              <w:t>Version 2</w:t>
            </w:r>
          </w:p>
          <w:p w14:paraId="5A97CD24" w14:textId="0180BEA3" w:rsidR="00EA050E" w:rsidRPr="00EA050E" w:rsidRDefault="00EA050E" w:rsidP="00AA14B7">
            <w:pPr>
              <w:jc w:val="center"/>
              <w:rPr>
                <w:rFonts w:ascii="Garamond" w:hAnsi="Garamond"/>
                <w:bCs/>
                <w:sz w:val="32"/>
                <w:szCs w:val="32"/>
              </w:rPr>
            </w:pPr>
            <w:r w:rsidRPr="00EA050E">
              <w:rPr>
                <w:rFonts w:ascii="Garamond" w:hAnsi="Garamond"/>
                <w:bCs/>
                <w:sz w:val="28"/>
                <w:szCs w:val="28"/>
              </w:rPr>
              <w:t>Arr. Travis J. Weller</w:t>
            </w:r>
          </w:p>
        </w:tc>
      </w:tr>
      <w:tr w:rsidR="00946F63" w:rsidRPr="007108DD" w14:paraId="5D6BBB25" w14:textId="77777777" w:rsidTr="00AA14B7">
        <w:trPr>
          <w:trHeight w:val="884"/>
        </w:trPr>
        <w:tc>
          <w:tcPr>
            <w:tcW w:w="2268" w:type="dxa"/>
            <w:tcBorders>
              <w:right w:val="double" w:sz="4" w:space="0" w:color="auto"/>
            </w:tcBorders>
            <w:shd w:val="clear" w:color="auto" w:fill="E0E0E0"/>
          </w:tcPr>
          <w:p w14:paraId="4C7C44D2" w14:textId="77777777" w:rsidR="00946F63" w:rsidRPr="0010635D" w:rsidRDefault="00946F63" w:rsidP="00AA14B7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10635D">
              <w:rPr>
                <w:rFonts w:ascii="Garamond" w:hAnsi="Garamond"/>
                <w:b/>
                <w:sz w:val="28"/>
                <w:szCs w:val="28"/>
              </w:rPr>
              <w:t>Instrumentation</w:t>
            </w:r>
          </w:p>
        </w:tc>
        <w:tc>
          <w:tcPr>
            <w:tcW w:w="3780" w:type="dxa"/>
            <w:tcBorders>
              <w:right w:val="double" w:sz="4" w:space="0" w:color="auto"/>
            </w:tcBorders>
          </w:tcPr>
          <w:p w14:paraId="5668F80A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140089FA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73B9F656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402C3C20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</w:tcBorders>
          </w:tcPr>
          <w:p w14:paraId="7C0B6D44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</w:tr>
      <w:tr w:rsidR="00946F63" w:rsidRPr="007108DD" w14:paraId="162FC40C" w14:textId="77777777" w:rsidTr="00AA14B7">
        <w:trPr>
          <w:trHeight w:val="841"/>
        </w:trPr>
        <w:tc>
          <w:tcPr>
            <w:tcW w:w="2268" w:type="dxa"/>
            <w:tcBorders>
              <w:right w:val="double" w:sz="4" w:space="0" w:color="auto"/>
            </w:tcBorders>
            <w:shd w:val="clear" w:color="auto" w:fill="E0E0E0"/>
          </w:tcPr>
          <w:p w14:paraId="08F75495" w14:textId="77777777" w:rsidR="00946F63" w:rsidRPr="0010635D" w:rsidRDefault="00946F63" w:rsidP="00AA14B7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10635D">
              <w:rPr>
                <w:rFonts w:ascii="Garamond" w:hAnsi="Garamond"/>
                <w:b/>
                <w:sz w:val="28"/>
                <w:szCs w:val="28"/>
              </w:rPr>
              <w:t>Genre/Style</w:t>
            </w:r>
          </w:p>
        </w:tc>
        <w:tc>
          <w:tcPr>
            <w:tcW w:w="3780" w:type="dxa"/>
            <w:tcBorders>
              <w:right w:val="double" w:sz="4" w:space="0" w:color="auto"/>
            </w:tcBorders>
          </w:tcPr>
          <w:p w14:paraId="13749F50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7C1088F7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216361D2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7CAC72F4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</w:tcBorders>
          </w:tcPr>
          <w:p w14:paraId="7EC2E748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</w:tr>
      <w:tr w:rsidR="00946F63" w:rsidRPr="007108DD" w14:paraId="34837A79" w14:textId="77777777" w:rsidTr="00AA14B7">
        <w:trPr>
          <w:trHeight w:val="981"/>
        </w:trPr>
        <w:tc>
          <w:tcPr>
            <w:tcW w:w="2268" w:type="dxa"/>
            <w:tcBorders>
              <w:right w:val="double" w:sz="4" w:space="0" w:color="auto"/>
            </w:tcBorders>
            <w:shd w:val="clear" w:color="auto" w:fill="E0E0E0"/>
          </w:tcPr>
          <w:p w14:paraId="4180C2D2" w14:textId="77777777" w:rsidR="00946F63" w:rsidRDefault="00946F63" w:rsidP="00AA14B7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Rhythm</w:t>
            </w:r>
          </w:p>
          <w:p w14:paraId="03BED08E" w14:textId="77777777" w:rsidR="00946F63" w:rsidRPr="0010635D" w:rsidRDefault="00946F63" w:rsidP="00AA14B7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Beat, metre, tempo</w:t>
            </w:r>
          </w:p>
        </w:tc>
        <w:tc>
          <w:tcPr>
            <w:tcW w:w="3780" w:type="dxa"/>
            <w:tcBorders>
              <w:right w:val="double" w:sz="4" w:space="0" w:color="auto"/>
            </w:tcBorders>
          </w:tcPr>
          <w:p w14:paraId="4A537808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7F309754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062A7C36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26EBDF7D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</w:tcBorders>
          </w:tcPr>
          <w:p w14:paraId="41E976E8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</w:tr>
      <w:tr w:rsidR="00946F63" w:rsidRPr="007108DD" w14:paraId="35413C5E" w14:textId="77777777" w:rsidTr="00AA14B7">
        <w:trPr>
          <w:trHeight w:val="927"/>
        </w:trPr>
        <w:tc>
          <w:tcPr>
            <w:tcW w:w="2268" w:type="dxa"/>
            <w:tcBorders>
              <w:right w:val="double" w:sz="4" w:space="0" w:color="auto"/>
            </w:tcBorders>
            <w:shd w:val="clear" w:color="auto" w:fill="E0E0E0"/>
          </w:tcPr>
          <w:p w14:paraId="32FE45C8" w14:textId="77777777" w:rsidR="00946F63" w:rsidRDefault="00946F63" w:rsidP="00AA14B7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Form &amp; structure</w:t>
            </w:r>
          </w:p>
          <w:p w14:paraId="5FC7CA9E" w14:textId="77777777" w:rsidR="00946F63" w:rsidRPr="0010635D" w:rsidRDefault="00946F63" w:rsidP="00AA14B7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 xml:space="preserve">Repetition, variation, </w:t>
            </w:r>
          </w:p>
        </w:tc>
        <w:tc>
          <w:tcPr>
            <w:tcW w:w="3780" w:type="dxa"/>
            <w:tcBorders>
              <w:right w:val="double" w:sz="4" w:space="0" w:color="auto"/>
            </w:tcBorders>
          </w:tcPr>
          <w:p w14:paraId="0EB4FBC0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502A9AE3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0D84E1C4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3DD5D3E0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</w:tcBorders>
          </w:tcPr>
          <w:p w14:paraId="4F2E10A4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</w:tr>
      <w:tr w:rsidR="00946F63" w:rsidRPr="007108DD" w14:paraId="17E2C743" w14:textId="77777777" w:rsidTr="00AA14B7">
        <w:trPr>
          <w:trHeight w:val="1012"/>
        </w:trPr>
        <w:tc>
          <w:tcPr>
            <w:tcW w:w="2268" w:type="dxa"/>
            <w:tcBorders>
              <w:right w:val="double" w:sz="4" w:space="0" w:color="auto"/>
            </w:tcBorders>
            <w:shd w:val="clear" w:color="auto" w:fill="E0E0E0"/>
          </w:tcPr>
          <w:p w14:paraId="22B5C55B" w14:textId="77777777" w:rsidR="00946F63" w:rsidRPr="0010635D" w:rsidRDefault="00946F63" w:rsidP="00AA14B7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Melody, harmony, pitch, chord, accompaniment</w:t>
            </w:r>
          </w:p>
        </w:tc>
        <w:tc>
          <w:tcPr>
            <w:tcW w:w="3780" w:type="dxa"/>
            <w:tcBorders>
              <w:right w:val="double" w:sz="4" w:space="0" w:color="auto"/>
            </w:tcBorders>
          </w:tcPr>
          <w:p w14:paraId="3260FA6B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4D73A3DA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6861B8E3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07FEBC60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</w:tcBorders>
          </w:tcPr>
          <w:p w14:paraId="528D7588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</w:tr>
      <w:tr w:rsidR="00946F63" w:rsidRPr="007108DD" w14:paraId="5CA4775C" w14:textId="77777777" w:rsidTr="00AA14B7">
        <w:trPr>
          <w:trHeight w:val="990"/>
        </w:trPr>
        <w:tc>
          <w:tcPr>
            <w:tcW w:w="2268" w:type="dxa"/>
            <w:tcBorders>
              <w:right w:val="double" w:sz="4" w:space="0" w:color="auto"/>
            </w:tcBorders>
            <w:shd w:val="clear" w:color="auto" w:fill="E0E0E0"/>
          </w:tcPr>
          <w:p w14:paraId="72031B8C" w14:textId="77777777" w:rsidR="00946F63" w:rsidRDefault="00946F63" w:rsidP="00AA14B7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Expression</w:t>
            </w:r>
          </w:p>
          <w:p w14:paraId="7C44AB43" w14:textId="77777777" w:rsidR="00946F63" w:rsidRPr="0010635D" w:rsidRDefault="00946F63" w:rsidP="00AA14B7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Dynamics, articulation</w:t>
            </w:r>
          </w:p>
        </w:tc>
        <w:tc>
          <w:tcPr>
            <w:tcW w:w="3780" w:type="dxa"/>
            <w:tcBorders>
              <w:right w:val="double" w:sz="4" w:space="0" w:color="auto"/>
            </w:tcBorders>
          </w:tcPr>
          <w:p w14:paraId="716B2EA2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37E90273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010FCA87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55D93ADD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</w:tcBorders>
          </w:tcPr>
          <w:p w14:paraId="09B4155E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</w:tr>
      <w:tr w:rsidR="00946F63" w:rsidRPr="007108DD" w14:paraId="78BD2175" w14:textId="77777777" w:rsidTr="00AA14B7">
        <w:trPr>
          <w:trHeight w:val="1265"/>
        </w:trPr>
        <w:tc>
          <w:tcPr>
            <w:tcW w:w="2268" w:type="dxa"/>
            <w:tcBorders>
              <w:right w:val="double" w:sz="4" w:space="0" w:color="auto"/>
            </w:tcBorders>
            <w:shd w:val="clear" w:color="auto" w:fill="E0E0E0"/>
          </w:tcPr>
          <w:p w14:paraId="2C83F7D0" w14:textId="77777777" w:rsidR="00946F63" w:rsidRPr="0010635D" w:rsidRDefault="00946F63" w:rsidP="00AA14B7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Timbre, tone, texture</w:t>
            </w:r>
          </w:p>
        </w:tc>
        <w:tc>
          <w:tcPr>
            <w:tcW w:w="3780" w:type="dxa"/>
            <w:tcBorders>
              <w:right w:val="double" w:sz="4" w:space="0" w:color="auto"/>
            </w:tcBorders>
          </w:tcPr>
          <w:p w14:paraId="5DC6B5E9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2B3D9332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7444C00D" w14:textId="77777777" w:rsidR="00946F63" w:rsidRDefault="00946F63" w:rsidP="00AA14B7">
            <w:pPr>
              <w:rPr>
                <w:b/>
                <w:sz w:val="28"/>
                <w:szCs w:val="28"/>
              </w:rPr>
            </w:pPr>
          </w:p>
          <w:p w14:paraId="0C88993A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</w:tcBorders>
          </w:tcPr>
          <w:p w14:paraId="6F6B0C20" w14:textId="77777777" w:rsidR="00946F63" w:rsidRPr="007108DD" w:rsidRDefault="00946F63" w:rsidP="00AA14B7">
            <w:pPr>
              <w:rPr>
                <w:b/>
                <w:sz w:val="28"/>
                <w:szCs w:val="28"/>
              </w:rPr>
            </w:pPr>
          </w:p>
        </w:tc>
      </w:tr>
    </w:tbl>
    <w:p w14:paraId="0AB96CD5" w14:textId="77777777" w:rsidR="00946F63" w:rsidRDefault="00946F63" w:rsidP="00946F63"/>
    <w:p w14:paraId="0690ED71" w14:textId="77777777" w:rsidR="00946F63" w:rsidRDefault="00946F63" w:rsidP="00946F63"/>
    <w:p w14:paraId="00F1B529" w14:textId="77777777" w:rsidR="00946F63" w:rsidRPr="00872CB1" w:rsidRDefault="00946F63" w:rsidP="00946F63">
      <w:pPr>
        <w:rPr>
          <w:b/>
          <w:bCs/>
        </w:rPr>
      </w:pPr>
      <w:r>
        <w:rPr>
          <w:b/>
          <w:bCs/>
        </w:rPr>
        <w:t>Statement about the similarities and differences:</w:t>
      </w:r>
    </w:p>
    <w:p w14:paraId="7B447CB4" w14:textId="77777777" w:rsidR="00E35AEC" w:rsidRDefault="00E35AEC"/>
    <w:sectPr w:rsidR="00E35AEC" w:rsidSect="007F6D4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4650B" w14:textId="77777777" w:rsidR="00C10904" w:rsidRDefault="00C10904" w:rsidP="00BF5A5E">
      <w:r>
        <w:separator/>
      </w:r>
    </w:p>
  </w:endnote>
  <w:endnote w:type="continuationSeparator" w:id="0">
    <w:p w14:paraId="01C809BC" w14:textId="77777777" w:rsidR="00C10904" w:rsidRDefault="00C10904" w:rsidP="00BF5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71914" w14:textId="77777777" w:rsidR="00C10904" w:rsidRDefault="00C10904" w:rsidP="00BF5A5E">
      <w:r>
        <w:separator/>
      </w:r>
    </w:p>
  </w:footnote>
  <w:footnote w:type="continuationSeparator" w:id="0">
    <w:p w14:paraId="4A6560EE" w14:textId="77777777" w:rsidR="00C10904" w:rsidRDefault="00C10904" w:rsidP="00BF5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F9"/>
    <w:rsid w:val="00014F66"/>
    <w:rsid w:val="00070C05"/>
    <w:rsid w:val="00085CF0"/>
    <w:rsid w:val="000D6234"/>
    <w:rsid w:val="00145515"/>
    <w:rsid w:val="00150C93"/>
    <w:rsid w:val="00157F5A"/>
    <w:rsid w:val="00164603"/>
    <w:rsid w:val="00191E36"/>
    <w:rsid w:val="001C1095"/>
    <w:rsid w:val="001D4C2E"/>
    <w:rsid w:val="001F32E6"/>
    <w:rsid w:val="0023656F"/>
    <w:rsid w:val="00250D60"/>
    <w:rsid w:val="002605EB"/>
    <w:rsid w:val="00271134"/>
    <w:rsid w:val="002728D8"/>
    <w:rsid w:val="002E5D25"/>
    <w:rsid w:val="002F12DA"/>
    <w:rsid w:val="003136DA"/>
    <w:rsid w:val="00337C05"/>
    <w:rsid w:val="00342BB5"/>
    <w:rsid w:val="00352725"/>
    <w:rsid w:val="003708A3"/>
    <w:rsid w:val="00375429"/>
    <w:rsid w:val="00381C67"/>
    <w:rsid w:val="00390DE1"/>
    <w:rsid w:val="003A1762"/>
    <w:rsid w:val="003B4783"/>
    <w:rsid w:val="003B6D38"/>
    <w:rsid w:val="004472A5"/>
    <w:rsid w:val="0047146C"/>
    <w:rsid w:val="00485DE9"/>
    <w:rsid w:val="004B26D2"/>
    <w:rsid w:val="004F4AB2"/>
    <w:rsid w:val="005257C2"/>
    <w:rsid w:val="00550BCB"/>
    <w:rsid w:val="00566FE6"/>
    <w:rsid w:val="005719D7"/>
    <w:rsid w:val="00584CBB"/>
    <w:rsid w:val="005B161F"/>
    <w:rsid w:val="006412E0"/>
    <w:rsid w:val="006A51C8"/>
    <w:rsid w:val="006E6726"/>
    <w:rsid w:val="0070015F"/>
    <w:rsid w:val="00700501"/>
    <w:rsid w:val="00711F90"/>
    <w:rsid w:val="0072359A"/>
    <w:rsid w:val="00753FFD"/>
    <w:rsid w:val="00763E80"/>
    <w:rsid w:val="00790F2C"/>
    <w:rsid w:val="007950CC"/>
    <w:rsid w:val="007955FB"/>
    <w:rsid w:val="00797AB4"/>
    <w:rsid w:val="007C1F97"/>
    <w:rsid w:val="007C20CD"/>
    <w:rsid w:val="007C29FB"/>
    <w:rsid w:val="007F6D41"/>
    <w:rsid w:val="00832D20"/>
    <w:rsid w:val="008B6FAF"/>
    <w:rsid w:val="008B7E2B"/>
    <w:rsid w:val="008C5825"/>
    <w:rsid w:val="008E3260"/>
    <w:rsid w:val="008E7FE6"/>
    <w:rsid w:val="00903CE1"/>
    <w:rsid w:val="00911E80"/>
    <w:rsid w:val="00917562"/>
    <w:rsid w:val="00946F63"/>
    <w:rsid w:val="009650EE"/>
    <w:rsid w:val="0098058F"/>
    <w:rsid w:val="009A41D2"/>
    <w:rsid w:val="009E6E26"/>
    <w:rsid w:val="009F18C3"/>
    <w:rsid w:val="009F6425"/>
    <w:rsid w:val="00A15C6A"/>
    <w:rsid w:val="00A3488A"/>
    <w:rsid w:val="00A44E3C"/>
    <w:rsid w:val="00A53F6E"/>
    <w:rsid w:val="00B128E6"/>
    <w:rsid w:val="00B33521"/>
    <w:rsid w:val="00B37578"/>
    <w:rsid w:val="00B50D33"/>
    <w:rsid w:val="00B77724"/>
    <w:rsid w:val="00BF5A5E"/>
    <w:rsid w:val="00C10904"/>
    <w:rsid w:val="00C24F09"/>
    <w:rsid w:val="00C553A2"/>
    <w:rsid w:val="00C918F9"/>
    <w:rsid w:val="00CB4E18"/>
    <w:rsid w:val="00CC4F66"/>
    <w:rsid w:val="00CE2344"/>
    <w:rsid w:val="00CF5191"/>
    <w:rsid w:val="00D05B24"/>
    <w:rsid w:val="00D263E2"/>
    <w:rsid w:val="00D61394"/>
    <w:rsid w:val="00D617AF"/>
    <w:rsid w:val="00D65104"/>
    <w:rsid w:val="00DA7F37"/>
    <w:rsid w:val="00DC412D"/>
    <w:rsid w:val="00E35AEC"/>
    <w:rsid w:val="00E44E2F"/>
    <w:rsid w:val="00E9087E"/>
    <w:rsid w:val="00EA050E"/>
    <w:rsid w:val="00EB72B3"/>
    <w:rsid w:val="00EE22D0"/>
    <w:rsid w:val="00F00CB4"/>
    <w:rsid w:val="00F0710D"/>
    <w:rsid w:val="00F322D6"/>
    <w:rsid w:val="00F508B7"/>
    <w:rsid w:val="00F57B15"/>
    <w:rsid w:val="00F65192"/>
    <w:rsid w:val="00FE47B3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0B165"/>
  <w15:chartTrackingRefBased/>
  <w15:docId w15:val="{9717EBF1-9556-C54E-A221-B16A4EAA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5A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A5E"/>
  </w:style>
  <w:style w:type="paragraph" w:styleId="Footer">
    <w:name w:val="footer"/>
    <w:basedOn w:val="Normal"/>
    <w:link w:val="FooterChar"/>
    <w:uiPriority w:val="99"/>
    <w:unhideWhenUsed/>
    <w:rsid w:val="00BF5A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0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Arney</dc:creator>
  <cp:keywords/>
  <dc:description/>
  <cp:lastModifiedBy>Sue Arney</cp:lastModifiedBy>
  <cp:revision>2</cp:revision>
  <cp:lastPrinted>2023-08-25T01:48:00Z</cp:lastPrinted>
  <dcterms:created xsi:type="dcterms:W3CDTF">2024-08-23T06:25:00Z</dcterms:created>
  <dcterms:modified xsi:type="dcterms:W3CDTF">2024-08-23T06:25:00Z</dcterms:modified>
</cp:coreProperties>
</file>